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E28AD7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7F081D">
        <w:rPr>
          <w:b/>
          <w:lang w:val="en-GB"/>
        </w:rPr>
        <w:t xml:space="preserve"> 23-G005-25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58B2D22" w:rsidR="00B0293A" w:rsidRPr="00781C4F" w:rsidRDefault="00C74A4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F081D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/05/25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99030F0" w:rsidR="00B0293A" w:rsidRPr="00781C4F" w:rsidRDefault="007F081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C74A45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C74A45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50BDD85" w:rsidR="00B0293A" w:rsidRPr="00781C4F" w:rsidRDefault="007F081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C74A45">
              <w:rPr>
                <w:rFonts w:ascii="Calibri" w:hAnsi="Calibri"/>
                <w:szCs w:val="20"/>
              </w:rPr>
              <w:t>/06/25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DF4AA60" w:rsidR="00B0293A" w:rsidRPr="00781C4F" w:rsidRDefault="007F081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0B3860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0B3860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5BCC934" w:rsidR="00B0293A" w:rsidRPr="00781C4F" w:rsidRDefault="007F081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0B3860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0B3860">
              <w:rPr>
                <w:rFonts w:ascii="Calibri" w:hAnsi="Calibri"/>
                <w:szCs w:val="20"/>
              </w:rPr>
              <w:t>/05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6064713" w:rsidR="00B0293A" w:rsidRPr="00781C4F" w:rsidRDefault="007F081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0B3860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06</w:t>
            </w:r>
            <w:r w:rsidR="000B3860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951C69D" w:rsidR="00B0293A" w:rsidRPr="00781C4F" w:rsidRDefault="007F081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0E2D7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0E2D7B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B9879EA" w:rsidR="00B0293A" w:rsidRPr="00781C4F" w:rsidRDefault="007F081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0E2D7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0E2D7B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557C191" w:rsidR="00B0293A" w:rsidRPr="00781C4F" w:rsidRDefault="007F081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0E2D7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0E2D7B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8E0CE" w14:textId="77777777" w:rsidR="001E0C02" w:rsidRDefault="001E0C02">
      <w:r>
        <w:separator/>
      </w:r>
    </w:p>
  </w:endnote>
  <w:endnote w:type="continuationSeparator" w:id="0">
    <w:p w14:paraId="7411B17D" w14:textId="77777777" w:rsidR="001E0C02" w:rsidRDefault="001E0C02">
      <w:r>
        <w:continuationSeparator/>
      </w:r>
    </w:p>
  </w:endnote>
  <w:endnote w:type="continuationNotice" w:id="1">
    <w:p w14:paraId="6BD60297" w14:textId="77777777" w:rsidR="001E0C02" w:rsidRDefault="001E0C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51103FE8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E2D7B" w:rsidRPr="000E2D7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E2D7B" w:rsidRPr="000E2D7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3E22C6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F081D">
      <w:rPr>
        <w:noProof/>
      </w:rPr>
      <w:t>2025-05-13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B3A0B" w14:textId="77777777" w:rsidR="001E0C02" w:rsidRDefault="001E0C02">
      <w:r>
        <w:separator/>
      </w:r>
    </w:p>
  </w:footnote>
  <w:footnote w:type="continuationSeparator" w:id="0">
    <w:p w14:paraId="529240B1" w14:textId="77777777" w:rsidR="001E0C02" w:rsidRDefault="001E0C02">
      <w:r>
        <w:continuationSeparator/>
      </w:r>
    </w:p>
  </w:footnote>
  <w:footnote w:type="continuationNotice" w:id="1">
    <w:p w14:paraId="60B9BF78" w14:textId="77777777" w:rsidR="001E0C02" w:rsidRDefault="001E0C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447059">
    <w:abstractNumId w:val="1"/>
  </w:num>
  <w:num w:numId="2" w16cid:durableId="1259757866">
    <w:abstractNumId w:val="10"/>
  </w:num>
  <w:num w:numId="3" w16cid:durableId="1571038048">
    <w:abstractNumId w:val="11"/>
  </w:num>
  <w:num w:numId="4" w16cid:durableId="1451781434">
    <w:abstractNumId w:val="4"/>
  </w:num>
  <w:num w:numId="5" w16cid:durableId="1887176430">
    <w:abstractNumId w:val="3"/>
  </w:num>
  <w:num w:numId="6" w16cid:durableId="98330676">
    <w:abstractNumId w:val="7"/>
  </w:num>
  <w:num w:numId="7" w16cid:durableId="2109233912">
    <w:abstractNumId w:val="5"/>
  </w:num>
  <w:num w:numId="8" w16cid:durableId="1270550138">
    <w:abstractNumId w:val="9"/>
  </w:num>
  <w:num w:numId="9" w16cid:durableId="620571508">
    <w:abstractNumId w:val="0"/>
  </w:num>
  <w:num w:numId="10" w16cid:durableId="1411584417">
    <w:abstractNumId w:val="8"/>
  </w:num>
  <w:num w:numId="11" w16cid:durableId="211231939">
    <w:abstractNumId w:val="2"/>
  </w:num>
  <w:num w:numId="12" w16cid:durableId="53982674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386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2D7B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2DA4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C02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5AF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081D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5FFD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A45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094C51-CFB5-4358-A616-32488222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2025-05-11T22:45:00Z</dcterms:created>
  <dcterms:modified xsi:type="dcterms:W3CDTF">2025-05-13T04:34:00Z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